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91" w:rsidRDefault="00B73C91" w:rsidP="006676AE">
      <w:pPr>
        <w:pStyle w:val="Nagwek4"/>
        <w:rPr>
          <w:b/>
          <w:i w:val="0"/>
          <w:sz w:val="22"/>
          <w:szCs w:val="22"/>
        </w:rPr>
      </w:pPr>
    </w:p>
    <w:p w:rsidR="00B73C91" w:rsidRDefault="00B73C91" w:rsidP="006676AE">
      <w:pPr>
        <w:pStyle w:val="Nagwek4"/>
        <w:rPr>
          <w:b/>
          <w:i w:val="0"/>
          <w:sz w:val="22"/>
          <w:szCs w:val="22"/>
        </w:rPr>
      </w:pPr>
    </w:p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1A71D1" w:rsidRPr="001A71D1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1A71D1" w:rsidRPr="001A71D1">
        <w:rPr>
          <w:rFonts w:ascii="Times New Roman" w:hAnsi="Times New Roman"/>
          <w:b/>
        </w:rPr>
        <w:t>BP.271.37.2018.BS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A71D1" w:rsidRPr="001A71D1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A71D1" w:rsidRPr="001A71D1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1A71D1" w:rsidRPr="001A71D1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A71D1" w:rsidRPr="001A71D1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1A71D1" w:rsidRPr="001A71D1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1A71D1" w:rsidRPr="001A71D1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1A71D1" w:rsidRPr="001A71D1">
        <w:rPr>
          <w:rFonts w:ascii="Times New Roman" w:hAnsi="Times New Roman"/>
          <w:b/>
        </w:rPr>
        <w:t>"Budowa zintegrowanych węzłów przesiadkowych wraz z infrastrukturą towarzyszącą w Śremie".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1A71D1" w:rsidRPr="001A71D1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B73C91" w:rsidRDefault="00B73C91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675" w:rsidRDefault="00C50675" w:rsidP="0038231F">
      <w:pPr>
        <w:spacing w:after="0" w:line="240" w:lineRule="auto"/>
      </w:pPr>
      <w:r>
        <w:separator/>
      </w:r>
    </w:p>
  </w:endnote>
  <w:endnote w:type="continuationSeparator" w:id="0">
    <w:p w:rsidR="00C50675" w:rsidRDefault="00C506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1D1" w:rsidRDefault="001A71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73C9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73C9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1D1" w:rsidRDefault="001A71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675" w:rsidRDefault="00C50675" w:rsidP="0038231F">
      <w:pPr>
        <w:spacing w:after="0" w:line="240" w:lineRule="auto"/>
      </w:pPr>
      <w:r>
        <w:separator/>
      </w:r>
    </w:p>
  </w:footnote>
  <w:footnote w:type="continuationSeparator" w:id="0">
    <w:p w:rsidR="00C50675" w:rsidRDefault="00C506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1D1" w:rsidRDefault="001A71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91" w:rsidRPr="00B73C91" w:rsidRDefault="00E85A39" w:rsidP="00B73C9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A71D1" w:rsidRPr="00B73C91" w:rsidRDefault="001A71D1" w:rsidP="00B73C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1D1" w:rsidRDefault="001A71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7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A71D1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3C91"/>
    <w:rsid w:val="00B8005E"/>
    <w:rsid w:val="00B90E42"/>
    <w:rsid w:val="00BB0C3C"/>
    <w:rsid w:val="00C014B5"/>
    <w:rsid w:val="00C113BF"/>
    <w:rsid w:val="00C4103F"/>
    <w:rsid w:val="00C50675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5A39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1AF0-C5C1-48A1-9A56-A5505846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2018-06-22T08:10:00Z</dcterms:created>
  <dcterms:modified xsi:type="dcterms:W3CDTF">2018-06-22T08:10:00Z</dcterms:modified>
</cp:coreProperties>
</file>